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Pr="00E960BB" w:rsidR="006E5D65" w:rsidP="002D3375" w:rsidRDefault="00997F14" w14:paraId="6C209650" wp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xmlns:wp14="http://schemas.microsoft.com/office/word/2010/wordml" w:rsidRPr="009C54AE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85747A" w:rsidP="00EA4832" w:rsidRDefault="0071620A" w14:paraId="425D6E08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3E1D42">
        <w:rPr>
          <w:rFonts w:ascii="Corbel" w:hAnsi="Corbel"/>
          <w:i/>
          <w:smallCaps/>
          <w:sz w:val="24"/>
          <w:szCs w:val="24"/>
        </w:rPr>
        <w:t>2020-2023</w:t>
      </w:r>
    </w:p>
    <w:p xmlns:wp14="http://schemas.microsoft.com/office/word/2010/wordml" w:rsidR="0085747A" w:rsidP="00EA4832" w:rsidRDefault="00EA4832" w14:paraId="24E8696B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EA4832" w:rsidR="00445970" w:rsidP="00EA4832" w:rsidRDefault="00445970" w14:paraId="5FBDA86A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 </w:t>
      </w:r>
      <w:r w:rsidR="00257632">
        <w:rPr>
          <w:rFonts w:ascii="Corbel" w:hAnsi="Corbel"/>
          <w:sz w:val="20"/>
          <w:szCs w:val="20"/>
        </w:rPr>
        <w:t>202</w:t>
      </w:r>
      <w:r w:rsidR="003E1D42">
        <w:rPr>
          <w:rFonts w:ascii="Corbel" w:hAnsi="Corbel"/>
          <w:sz w:val="20"/>
          <w:szCs w:val="20"/>
        </w:rPr>
        <w:t>1/2022</w:t>
      </w:r>
    </w:p>
    <w:p xmlns:wp14="http://schemas.microsoft.com/office/word/2010/wordml" w:rsidRPr="009C54AE" w:rsidR="0085747A" w:rsidP="009C54AE" w:rsidRDefault="0085747A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9C54AE" w:rsidR="00257632" w:rsidTr="00257632" w14:paraId="56DF5E92" wp14:textId="77777777">
        <w:tc>
          <w:tcPr>
            <w:tcW w:w="2694" w:type="dxa"/>
            <w:vAlign w:val="center"/>
          </w:tcPr>
          <w:p w:rsidRPr="009C54AE" w:rsidR="00257632" w:rsidP="001873F5" w:rsidRDefault="00257632" w14:paraId="59701564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:rsidRPr="000870FB" w:rsidR="00257632" w:rsidP="001873F5" w:rsidRDefault="00257632" w14:paraId="5ED0B382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Zarządzanie w sektorze publicznym  </w:t>
            </w:r>
          </w:p>
        </w:tc>
      </w:tr>
      <w:tr xmlns:wp14="http://schemas.microsoft.com/office/word/2010/wordml" w:rsidRPr="009C54AE" w:rsidR="00257632" w:rsidTr="00257632" w14:paraId="6400F323" wp14:textId="77777777">
        <w:tc>
          <w:tcPr>
            <w:tcW w:w="2694" w:type="dxa"/>
            <w:vAlign w:val="center"/>
          </w:tcPr>
          <w:p w:rsidRPr="009C54AE" w:rsidR="00257632" w:rsidP="001873F5" w:rsidRDefault="00257632" w14:paraId="4CA29152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</w:tcPr>
          <w:p w:rsidRPr="000870FB" w:rsidR="00257632" w:rsidP="001873F5" w:rsidRDefault="00257632" w14:paraId="15EF7D90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BW54</w:t>
            </w:r>
          </w:p>
        </w:tc>
      </w:tr>
      <w:tr xmlns:wp14="http://schemas.microsoft.com/office/word/2010/wordml" w:rsidRPr="009C54AE" w:rsidR="00257632" w:rsidTr="00257632" w14:paraId="73FFE728" wp14:textId="77777777">
        <w:tc>
          <w:tcPr>
            <w:tcW w:w="2694" w:type="dxa"/>
            <w:vAlign w:val="center"/>
          </w:tcPr>
          <w:p w:rsidRPr="009C54AE" w:rsidR="00257632" w:rsidP="001873F5" w:rsidRDefault="00257632" w14:paraId="249A5C16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</w:tcPr>
          <w:p w:rsidRPr="000870FB" w:rsidR="00257632" w:rsidP="001873F5" w:rsidRDefault="00257632" w14:paraId="6EA0F7F6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Kolegium Nauk Społecznych </w:t>
            </w:r>
          </w:p>
        </w:tc>
      </w:tr>
      <w:tr xmlns:wp14="http://schemas.microsoft.com/office/word/2010/wordml" w:rsidRPr="009C54AE" w:rsidR="00257632" w:rsidTr="00257632" w14:paraId="4FEDF307" wp14:textId="77777777">
        <w:tc>
          <w:tcPr>
            <w:tcW w:w="2694" w:type="dxa"/>
            <w:vAlign w:val="center"/>
          </w:tcPr>
          <w:p w:rsidRPr="009C54AE" w:rsidR="00257632" w:rsidP="001873F5" w:rsidRDefault="00257632" w14:paraId="0A39E105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:rsidRPr="000870FB" w:rsidR="00257632" w:rsidP="001873F5" w:rsidRDefault="00257632" w14:paraId="56BCBDC3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Instytut Nauk o Polityce</w:t>
            </w:r>
          </w:p>
        </w:tc>
      </w:tr>
      <w:tr xmlns:wp14="http://schemas.microsoft.com/office/word/2010/wordml" w:rsidRPr="009C54AE" w:rsidR="00257632" w:rsidTr="00257632" w14:paraId="2E34D1D7" wp14:textId="77777777">
        <w:tc>
          <w:tcPr>
            <w:tcW w:w="2694" w:type="dxa"/>
            <w:vAlign w:val="center"/>
          </w:tcPr>
          <w:p w:rsidRPr="009C54AE" w:rsidR="00257632" w:rsidP="001873F5" w:rsidRDefault="00257632" w14:paraId="4B835047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:rsidRPr="000870FB" w:rsidR="00257632" w:rsidP="001873F5" w:rsidRDefault="00257632" w14:paraId="77EEADC9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Bezpieczeństwo wewnętrzne</w:t>
            </w:r>
          </w:p>
        </w:tc>
      </w:tr>
      <w:tr xmlns:wp14="http://schemas.microsoft.com/office/word/2010/wordml" w:rsidRPr="009C54AE" w:rsidR="00257632" w:rsidTr="00257632" w14:paraId="4426C349" wp14:textId="77777777">
        <w:tc>
          <w:tcPr>
            <w:tcW w:w="2694" w:type="dxa"/>
            <w:vAlign w:val="center"/>
          </w:tcPr>
          <w:p w:rsidRPr="009C54AE" w:rsidR="00257632" w:rsidP="001873F5" w:rsidRDefault="00257632" w14:paraId="448A1CED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:rsidRPr="000870FB" w:rsidR="00257632" w:rsidP="001873F5" w:rsidRDefault="00257632" w14:paraId="3105A926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pierwszy stopień</w:t>
            </w:r>
          </w:p>
        </w:tc>
      </w:tr>
      <w:tr xmlns:wp14="http://schemas.microsoft.com/office/word/2010/wordml" w:rsidRPr="009C54AE" w:rsidR="00257632" w:rsidTr="00257632" w14:paraId="3B32AF2E" wp14:textId="77777777">
        <w:tc>
          <w:tcPr>
            <w:tcW w:w="2694" w:type="dxa"/>
            <w:vAlign w:val="center"/>
          </w:tcPr>
          <w:p w:rsidRPr="009C54AE" w:rsidR="00257632" w:rsidP="001873F5" w:rsidRDefault="00257632" w14:paraId="04C0481C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:rsidRPr="000870FB" w:rsidR="00257632" w:rsidP="001873F5" w:rsidRDefault="00257632" w14:paraId="439CFC34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praktyczny</w:t>
            </w:r>
          </w:p>
        </w:tc>
      </w:tr>
      <w:tr xmlns:wp14="http://schemas.microsoft.com/office/word/2010/wordml" w:rsidRPr="009C54AE" w:rsidR="00257632" w:rsidTr="00257632" w14:paraId="7081EB6B" wp14:textId="77777777">
        <w:tc>
          <w:tcPr>
            <w:tcW w:w="2694" w:type="dxa"/>
            <w:vAlign w:val="center"/>
          </w:tcPr>
          <w:p w:rsidRPr="009C54AE" w:rsidR="00257632" w:rsidP="001873F5" w:rsidRDefault="00257632" w14:paraId="7C3992E0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:rsidRPr="000870FB" w:rsidR="00257632" w:rsidP="001873F5" w:rsidRDefault="00257632" w14:paraId="66027121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stacjonarne </w:t>
            </w:r>
          </w:p>
        </w:tc>
      </w:tr>
      <w:tr xmlns:wp14="http://schemas.microsoft.com/office/word/2010/wordml" w:rsidRPr="009C54AE" w:rsidR="00257632" w:rsidTr="00257632" w14:paraId="026DB78A" wp14:textId="77777777">
        <w:tc>
          <w:tcPr>
            <w:tcW w:w="2694" w:type="dxa"/>
            <w:vAlign w:val="center"/>
          </w:tcPr>
          <w:p w:rsidRPr="009C54AE" w:rsidR="00257632" w:rsidP="001873F5" w:rsidRDefault="00257632" w14:paraId="47AAF248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</w:tcPr>
          <w:p w:rsidRPr="000870FB" w:rsidR="00257632" w:rsidP="001873F5" w:rsidRDefault="00257632" w14:paraId="5409F8C3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II rok / IV semestr (letni)  </w:t>
            </w:r>
          </w:p>
        </w:tc>
      </w:tr>
      <w:tr xmlns:wp14="http://schemas.microsoft.com/office/word/2010/wordml" w:rsidRPr="009C54AE" w:rsidR="00257632" w:rsidTr="00257632" w14:paraId="79E3FE7E" wp14:textId="77777777">
        <w:tc>
          <w:tcPr>
            <w:tcW w:w="2694" w:type="dxa"/>
            <w:vAlign w:val="center"/>
          </w:tcPr>
          <w:p w:rsidRPr="009C54AE" w:rsidR="00257632" w:rsidP="001873F5" w:rsidRDefault="00257632" w14:paraId="5863A118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:rsidRPr="000870FB" w:rsidR="00257632" w:rsidP="001873F5" w:rsidRDefault="00257632" w14:paraId="2840132D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specjalnościowy </w:t>
            </w:r>
          </w:p>
        </w:tc>
      </w:tr>
      <w:tr xmlns:wp14="http://schemas.microsoft.com/office/word/2010/wordml" w:rsidRPr="009C54AE" w:rsidR="00257632" w:rsidTr="00257632" w14:paraId="3ECF1846" wp14:textId="77777777">
        <w:tc>
          <w:tcPr>
            <w:tcW w:w="2694" w:type="dxa"/>
            <w:vAlign w:val="center"/>
          </w:tcPr>
          <w:p w:rsidRPr="009C54AE" w:rsidR="00257632" w:rsidP="001873F5" w:rsidRDefault="00257632" w14:paraId="13A990D4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:rsidRPr="000870FB" w:rsidR="00257632" w:rsidP="001873F5" w:rsidRDefault="00257632" w14:paraId="76D93FEC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polski  </w:t>
            </w:r>
          </w:p>
        </w:tc>
      </w:tr>
      <w:tr xmlns:wp14="http://schemas.microsoft.com/office/word/2010/wordml" w:rsidRPr="009C54AE" w:rsidR="00257632" w:rsidTr="00257632" w14:paraId="7B1E847E" wp14:textId="77777777">
        <w:tc>
          <w:tcPr>
            <w:tcW w:w="2694" w:type="dxa"/>
            <w:vAlign w:val="center"/>
          </w:tcPr>
          <w:p w:rsidRPr="009C54AE" w:rsidR="00257632" w:rsidP="001873F5" w:rsidRDefault="00257632" w14:paraId="69C2AF6E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:rsidRPr="000870FB" w:rsidR="00257632" w:rsidP="001873F5" w:rsidRDefault="00257632" w14:paraId="0F3F9B97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dr Anna </w:t>
            </w:r>
            <w:proofErr w:type="spellStart"/>
            <w:r w:rsidRPr="000870FB">
              <w:rPr>
                <w:rFonts w:ascii="Corbel" w:hAnsi="Corbel"/>
                <w:sz w:val="24"/>
                <w:szCs w:val="24"/>
              </w:rPr>
              <w:t>Kołomycew</w:t>
            </w:r>
            <w:proofErr w:type="spellEnd"/>
            <w:r w:rsidRPr="000870F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xmlns:wp14="http://schemas.microsoft.com/office/word/2010/wordml" w:rsidRPr="009C54AE" w:rsidR="00257632" w:rsidTr="00257632" w14:paraId="401EFEA4" wp14:textId="77777777">
        <w:tc>
          <w:tcPr>
            <w:tcW w:w="2694" w:type="dxa"/>
            <w:vAlign w:val="center"/>
          </w:tcPr>
          <w:p w:rsidRPr="009C54AE" w:rsidR="00257632" w:rsidP="001873F5" w:rsidRDefault="00257632" w14:paraId="471FE442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Pr="000870FB" w:rsidR="00257632" w:rsidP="001873F5" w:rsidRDefault="00257632" w14:paraId="5D4A08C4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dr Anna </w:t>
            </w:r>
            <w:proofErr w:type="spellStart"/>
            <w:r w:rsidRPr="000870FB">
              <w:rPr>
                <w:rFonts w:ascii="Corbel" w:hAnsi="Corbel"/>
                <w:sz w:val="24"/>
                <w:szCs w:val="24"/>
              </w:rPr>
              <w:t>Kołomycew</w:t>
            </w:r>
            <w:proofErr w:type="spellEnd"/>
            <w:r w:rsidRPr="000870F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xmlns:wp14="http://schemas.microsoft.com/office/word/2010/wordml" w:rsidRPr="009C54AE" w:rsidR="0085747A" w:rsidP="009C54AE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923D7D" w:rsidP="009C54AE" w:rsidRDefault="00923D7D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9C54AE" w:rsidR="00923D7D" w:rsidP="009C54AE" w:rsidRDefault="00923D7D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xmlns:wp14="http://schemas.microsoft.com/office/word/2010/wordml" w:rsidRPr="009C54AE" w:rsidR="00015B8F" w:rsidTr="00257632" w14:paraId="4A00F406" wp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xmlns:wp14="http://schemas.microsoft.com/office/word/2010/wordml" w:rsidRPr="009C54AE" w:rsidR="00015B8F" w:rsidTr="00257632" w14:paraId="6E30C311" wp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257632" w14:paraId="13FABD8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3701E1" w14:paraId="5007C90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E27B00A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DD0232" w14:paraId="18F999B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9C54AE" w:rsidR="00923D7D" w:rsidP="009C54AE" w:rsidRDefault="00923D7D" w14:paraId="60061E4C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923D7D" w:rsidP="009C54AE" w:rsidRDefault="00923D7D" w14:paraId="44EAFD9C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57EE0A14" w:rsidR="0085747A">
        <w:rPr>
          <w:rFonts w:ascii="Corbel" w:hAnsi="Corbel"/>
          <w:caps w:val="0"/>
          <w:smallCaps w:val="0"/>
        </w:rPr>
        <w:t>1.</w:t>
      </w:r>
      <w:r w:rsidRPr="57EE0A14" w:rsidR="00E22FBC">
        <w:rPr>
          <w:rFonts w:ascii="Corbel" w:hAnsi="Corbel"/>
          <w:caps w:val="0"/>
          <w:smallCaps w:val="0"/>
        </w:rPr>
        <w:t>2</w:t>
      </w:r>
      <w:r w:rsidRPr="57EE0A14" w:rsidR="00F83B28">
        <w:rPr>
          <w:rFonts w:ascii="Corbel" w:hAnsi="Corbel"/>
          <w:caps w:val="0"/>
          <w:smallCaps w:val="0"/>
        </w:rPr>
        <w:t>.</w:t>
      </w:r>
      <w:r>
        <w:tab/>
      </w:r>
      <w:r w:rsidRPr="57EE0A14" w:rsidR="0085747A">
        <w:rPr>
          <w:rFonts w:ascii="Corbel" w:hAnsi="Corbel"/>
          <w:caps w:val="0"/>
          <w:smallCaps w:val="0"/>
        </w:rPr>
        <w:t xml:space="preserve">Sposób realizacji zajęć  </w:t>
      </w:r>
    </w:p>
    <w:p xmlns:wp14="http://schemas.microsoft.com/office/word/2010/wordml" w:rsidRPr="009C54AE" w:rsidR="0085747A" w:rsidP="57EE0A14" w:rsidRDefault="0085747A" w14:paraId="47C316DF" wp14:textId="53F70D45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57EE0A14" w:rsidR="2D2D9F83">
        <w:rPr>
          <w:rFonts w:ascii="MS Gothic" w:hAnsi="MS Gothic" w:eastAsia="MS Gothic" w:cs="MS Gothic"/>
          <w:b w:val="0"/>
          <w:bCs w:val="0"/>
        </w:rPr>
        <w:t xml:space="preserve">x </w:t>
      </w:r>
      <w:r w:rsidRPr="57EE0A14" w:rsidR="0085747A">
        <w:rPr>
          <w:rFonts w:ascii="Corbel" w:hAnsi="Corbel"/>
          <w:b w:val="0"/>
          <w:bCs w:val="0"/>
          <w:caps w:val="0"/>
          <w:smallCaps w:val="0"/>
        </w:rPr>
        <w:t>zajęcia</w:t>
      </w:r>
      <w:r w:rsidRPr="57EE0A14" w:rsidR="0085747A">
        <w:rPr>
          <w:rFonts w:ascii="Corbel" w:hAnsi="Corbel"/>
          <w:b w:val="0"/>
          <w:bCs w:val="0"/>
          <w:caps w:val="0"/>
          <w:smallCaps w:val="0"/>
        </w:rPr>
        <w:t xml:space="preserve"> w formie tradycyjnej </w:t>
      </w:r>
    </w:p>
    <w:p xmlns:wp14="http://schemas.microsoft.com/office/word/2010/wordml" w:rsidR="0085747A" w:rsidP="57EE0A14" w:rsidRDefault="00257632" w14:paraId="0C589127" wp14:textId="3965F180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57EE0A14" w:rsidR="0085747A">
        <w:rPr>
          <w:rFonts w:ascii="Corbel" w:hAnsi="Corbel"/>
          <w:b w:val="0"/>
          <w:bCs w:val="0"/>
          <w:caps w:val="0"/>
          <w:smallCaps w:val="0"/>
        </w:rPr>
        <w:t xml:space="preserve"> </w:t>
      </w:r>
      <w:r w:rsidRPr="57EE0A14" w:rsidR="176D480C">
        <w:rPr>
          <w:rFonts w:ascii="MS Gothic" w:hAnsi="MS Gothic" w:eastAsia="MS Gothic" w:cs="MS Gothic"/>
          <w:b w:val="0"/>
          <w:bCs w:val="0"/>
        </w:rPr>
        <w:t>☐</w:t>
      </w:r>
      <w:r w:rsidRPr="57EE0A14" w:rsidR="176D480C">
        <w:rPr>
          <w:rFonts w:ascii="Corbel" w:hAnsi="Corbel"/>
          <w:b w:val="0"/>
          <w:bCs w:val="0"/>
          <w:caps w:val="0"/>
          <w:smallCaps w:val="0"/>
        </w:rPr>
        <w:t xml:space="preserve"> </w:t>
      </w:r>
      <w:r w:rsidRPr="57EE0A14" w:rsidR="0085747A">
        <w:rPr>
          <w:rFonts w:ascii="Corbel" w:hAnsi="Corbel"/>
          <w:b w:val="0"/>
          <w:bCs w:val="0"/>
          <w:caps w:val="0"/>
          <w:smallCaps w:val="0"/>
        </w:rPr>
        <w:t>zajęcia realizowane z wykorzystaniem metod i technik kształcenia na odległość</w:t>
      </w:r>
    </w:p>
    <w:p xmlns:wp14="http://schemas.microsoft.com/office/word/2010/wordml" w:rsidRPr="009C54AE" w:rsidR="00257632" w:rsidP="00F83B28" w:rsidRDefault="00257632" w14:paraId="4B94D5A5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3DEEC669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E22FBC" w:rsidP="00F83B28" w:rsidRDefault="00E22FBC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="009C54AE" w:rsidP="009C54AE" w:rsidRDefault="009C54AE" w14:paraId="3656B9AB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E960BB" w:rsidP="00257632" w:rsidRDefault="00257632" w14:paraId="6F98CAD2" wp14:textId="77777777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xmlns:wp14="http://schemas.microsoft.com/office/word/2010/wordml" w:rsidR="00257632" w:rsidP="009C54AE" w:rsidRDefault="00257632" w14:paraId="45FB0818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0870FB" w:rsidR="0085747A" w:rsidTr="00745302" w14:paraId="392C9560" wp14:textId="77777777">
        <w:tc>
          <w:tcPr>
            <w:tcW w:w="9670" w:type="dxa"/>
          </w:tcPr>
          <w:p w:rsidRPr="000870FB" w:rsidR="0085747A" w:rsidP="00257632" w:rsidRDefault="00257632" w14:paraId="05F593B7" wp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Student posiada podstawową wiedzę na temat funkcjonowania państwa i jego instytucji, specyfiki sektora publicznego, podmiotów administracji publicznej, zarówno centralnej, jak i </w:t>
            </w:r>
            <w:r w:rsidRPr="000870F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samorządowej, a także posiada podstawowe informacje z zakresu organizacji i zarządzania organizacjami.  Student potrafi dokonać charakterystyki procesów zmian zachodzących w obrębie struktur państwowych oraz instytucji politycznych. </w:t>
            </w:r>
          </w:p>
        </w:tc>
      </w:tr>
    </w:tbl>
    <w:p xmlns:wp14="http://schemas.microsoft.com/office/word/2010/wordml" w:rsidR="00153C41" w:rsidP="009C54AE" w:rsidRDefault="00153C41" w14:paraId="049F31C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85747A" w:rsidP="009C54AE" w:rsidRDefault="0071620A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C05F44" w:rsidR="0085747A" w:rsidP="009C54AE" w:rsidRDefault="0085747A" w14:paraId="53128261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85747A" w:rsidP="009C54AE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F83B28" w:rsidP="009C54AE" w:rsidRDefault="00F83B28" w14:paraId="62486C05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xmlns:wp14="http://schemas.microsoft.com/office/word/2010/wordml" w:rsidRPr="000870FB" w:rsidR="00363FFF" w:rsidTr="00363FFF" w14:paraId="33D2202E" wp14:textId="77777777">
        <w:tc>
          <w:tcPr>
            <w:tcW w:w="841" w:type="dxa"/>
            <w:vAlign w:val="center"/>
          </w:tcPr>
          <w:p w:rsidRPr="000870FB" w:rsidR="00363FFF" w:rsidP="00363FFF" w:rsidRDefault="00363FFF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:rsidRPr="000870FB" w:rsidR="00363FFF" w:rsidP="00363FFF" w:rsidRDefault="00363FFF" w14:paraId="0C0C688A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pojęciami z zakresu zarządzania w sektorze publicznym. </w:t>
            </w:r>
          </w:p>
        </w:tc>
      </w:tr>
      <w:tr xmlns:wp14="http://schemas.microsoft.com/office/word/2010/wordml" w:rsidRPr="000870FB" w:rsidR="00363FFF" w:rsidTr="00363FFF" w14:paraId="17DF4E51" wp14:textId="77777777">
        <w:tc>
          <w:tcPr>
            <w:tcW w:w="841" w:type="dxa"/>
            <w:vAlign w:val="center"/>
          </w:tcPr>
          <w:p w:rsidRPr="000870FB" w:rsidR="00363FFF" w:rsidP="00363FFF" w:rsidRDefault="00363FFF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:rsidRPr="000870FB" w:rsidR="00363FFF" w:rsidP="00363FFF" w:rsidRDefault="00363FFF" w14:paraId="311CCD1A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 xml:space="preserve">Przekazanie studentom wiedzy z zakresu instytucji publicznych szczebla centralnego i samorządowego, specyfiki procesów zarządzania w sektorze publicznym oraz ich ograniczeń prawnych i formalnych. </w:t>
            </w:r>
          </w:p>
        </w:tc>
      </w:tr>
      <w:tr xmlns:wp14="http://schemas.microsoft.com/office/word/2010/wordml" w:rsidRPr="000870FB" w:rsidR="00363FFF" w:rsidTr="00363FFF" w14:paraId="2E5107F5" wp14:textId="77777777">
        <w:tc>
          <w:tcPr>
            <w:tcW w:w="841" w:type="dxa"/>
            <w:vAlign w:val="center"/>
          </w:tcPr>
          <w:p w:rsidRPr="000870FB" w:rsidR="00363FFF" w:rsidP="00363FFF" w:rsidRDefault="00363FFF" w14:paraId="53C0B3C4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:rsidRPr="000870FB" w:rsidR="00363FFF" w:rsidP="00363FFF" w:rsidRDefault="00363FFF" w14:paraId="299488EE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 xml:space="preserve">Poznanie metod i narzędzi zarządzania publicznego. </w:t>
            </w:r>
          </w:p>
        </w:tc>
      </w:tr>
      <w:tr xmlns:wp14="http://schemas.microsoft.com/office/word/2010/wordml" w:rsidRPr="000870FB" w:rsidR="00363FFF" w:rsidTr="00363FFF" w14:paraId="7B458929" wp14:textId="77777777">
        <w:tc>
          <w:tcPr>
            <w:tcW w:w="841" w:type="dxa"/>
            <w:vAlign w:val="center"/>
          </w:tcPr>
          <w:p w:rsidRPr="000870FB" w:rsidR="00363FFF" w:rsidP="00363FFF" w:rsidRDefault="00363FFF" w14:paraId="7C12F916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:rsidRPr="000870FB" w:rsidR="00363FFF" w:rsidP="00363FFF" w:rsidRDefault="00363FFF" w14:paraId="6FE52535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 xml:space="preserve">Rozwój umiejętności analizowania i porównywania różnych modeli zarządzenia w sektorze publicznym oraz kierunków i obszarów ich ewolucji.  </w:t>
            </w:r>
          </w:p>
        </w:tc>
      </w:tr>
      <w:tr xmlns:wp14="http://schemas.microsoft.com/office/word/2010/wordml" w:rsidRPr="000870FB" w:rsidR="00363FFF" w:rsidTr="00363FFF" w14:paraId="533D803D" wp14:textId="77777777">
        <w:tc>
          <w:tcPr>
            <w:tcW w:w="841" w:type="dxa"/>
            <w:vAlign w:val="center"/>
          </w:tcPr>
          <w:p w:rsidRPr="000870FB" w:rsidR="00363FFF" w:rsidP="00363FFF" w:rsidRDefault="00363FFF" w14:paraId="56E055E9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9" w:type="dxa"/>
            <w:vAlign w:val="center"/>
          </w:tcPr>
          <w:p w:rsidRPr="000870FB" w:rsidR="00363FFF" w:rsidP="00363FFF" w:rsidRDefault="00363FFF" w14:paraId="397836EA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 xml:space="preserve">Rozwój umiejętności oceny wpływu wdrażanych rozwiązań na kształt sektora publicznego i realizacji polityk publicznych.  </w:t>
            </w:r>
          </w:p>
        </w:tc>
      </w:tr>
    </w:tbl>
    <w:p xmlns:wp14="http://schemas.microsoft.com/office/word/2010/wordml" w:rsidRPr="009C54AE" w:rsidR="0085747A" w:rsidP="009C54AE" w:rsidRDefault="0085747A" w14:paraId="4101652C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1D7B54" w:rsidP="009C54AE" w:rsidRDefault="009F4610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1D7B54" w:rsidP="009C54AE" w:rsidRDefault="001D7B54" w14:paraId="4B99056E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xmlns:wp14="http://schemas.microsoft.com/office/word/2010/wordml" w:rsidRPr="000870FB" w:rsidR="0085747A" w:rsidTr="00363FFF" w14:paraId="61F38664" wp14:textId="77777777">
        <w:tc>
          <w:tcPr>
            <w:tcW w:w="1681" w:type="dxa"/>
            <w:vAlign w:val="center"/>
          </w:tcPr>
          <w:p w:rsidRPr="000870FB" w:rsidR="0085747A" w:rsidP="009C54AE" w:rsidRDefault="0085747A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smallCaps w:val="0"/>
                <w:szCs w:val="24"/>
              </w:rPr>
              <w:t>EK</w:t>
            </w:r>
            <w:r w:rsidRPr="000870FB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0870FB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0870FB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0870FB" w:rsidR="0085747A" w:rsidP="00C05F44" w:rsidRDefault="0085747A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0870FB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0870FB" w:rsidR="0085747A" w:rsidP="00C05F44" w:rsidRDefault="0085747A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870FB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0870FB" w:rsidR="00363FFF" w:rsidTr="00363FFF" w14:paraId="23A5F549" wp14:textId="77777777">
        <w:tc>
          <w:tcPr>
            <w:tcW w:w="1681" w:type="dxa"/>
          </w:tcPr>
          <w:p w:rsidRPr="000870FB" w:rsidR="00363FFF" w:rsidP="00363FFF" w:rsidRDefault="00363FFF" w14:paraId="4FCA5964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mallCaps/>
                <w:sz w:val="24"/>
                <w:szCs w:val="24"/>
              </w:rPr>
              <w:t>EK_01</w:t>
            </w:r>
          </w:p>
        </w:tc>
        <w:tc>
          <w:tcPr>
            <w:tcW w:w="5974" w:type="dxa"/>
          </w:tcPr>
          <w:p w:rsidRPr="000870FB" w:rsidR="00363FFF" w:rsidP="00363FFF" w:rsidRDefault="00363FFF" w14:paraId="177BC03B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Student potrafi zdefiniować podstawowe pojęcia z zakresu pojęcia zarządzania publicznego, wskazać instrumenty zarządzania publicznego oraz ich oddziaływanie. Potrafi wskazać różnice w modelach zarządzania publicznego oraz dostrzega  skutki ich wdrażania w sferze publicznej.  </w:t>
            </w:r>
          </w:p>
        </w:tc>
        <w:tc>
          <w:tcPr>
            <w:tcW w:w="1865" w:type="dxa"/>
          </w:tcPr>
          <w:p w:rsidRPr="000870FB" w:rsidR="00363FFF" w:rsidP="00363FFF" w:rsidRDefault="00363FFF" w14:paraId="262F74AA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W01</w:t>
            </w:r>
          </w:p>
        </w:tc>
      </w:tr>
      <w:tr xmlns:wp14="http://schemas.microsoft.com/office/word/2010/wordml" w:rsidRPr="000870FB" w:rsidR="00363FFF" w:rsidTr="00363FFF" w14:paraId="3958FA9E" wp14:textId="77777777">
        <w:tc>
          <w:tcPr>
            <w:tcW w:w="1681" w:type="dxa"/>
          </w:tcPr>
          <w:p w:rsidRPr="000870FB" w:rsidR="00363FFF" w:rsidP="00363FFF" w:rsidRDefault="00363FFF" w14:paraId="56A76B19" wp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:rsidRPr="000870FB" w:rsidR="00363FFF" w:rsidP="00363FFF" w:rsidRDefault="00363FFF" w14:paraId="7EF7C4D5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Student posiada wiedzę z zakresu przeobrażeń sfery publicznej, specyfiki podmiotów zarządzania, oddziaływania instrumentów zarządzania i ich efektywności w procesach rozwoju sektora publicznego oraz świadczenia usług publicznych. Student zna skutki oddziaływania sfery publicznej na system gospodarczy i społeczny. </w:t>
            </w:r>
          </w:p>
        </w:tc>
        <w:tc>
          <w:tcPr>
            <w:tcW w:w="1865" w:type="dxa"/>
          </w:tcPr>
          <w:p w:rsidRPr="000870FB" w:rsidR="00363FFF" w:rsidP="00363FFF" w:rsidRDefault="00363FFF" w14:paraId="2757935F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W05</w:t>
            </w:r>
          </w:p>
        </w:tc>
      </w:tr>
      <w:tr xmlns:wp14="http://schemas.microsoft.com/office/word/2010/wordml" w:rsidRPr="000870FB" w:rsidR="00363FFF" w:rsidTr="00363FFF" w14:paraId="158CCC48" wp14:textId="77777777">
        <w:tc>
          <w:tcPr>
            <w:tcW w:w="1681" w:type="dxa"/>
          </w:tcPr>
          <w:p w:rsidRPr="000870FB" w:rsidR="00363FFF" w:rsidP="00363FFF" w:rsidRDefault="00363FFF" w14:paraId="41960800" wp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:rsidRPr="000870FB" w:rsidR="00363FFF" w:rsidP="00363FFF" w:rsidRDefault="00363FFF" w14:paraId="7ADFE786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Student potrafi dokonać interpretacji i oceny skutków wdrażanych instrumentów zarządzania w sferze publicznej, na podstawie obserwacji zastanej sytuacji oraz dostępnych informacji. Do ich oceny stosuje posiadaną wiedzę z zakresu stosunków społecznych, prawnych, politycznych, gospodarczych, a także dyscyplin pokrewnych. </w:t>
            </w:r>
          </w:p>
        </w:tc>
        <w:tc>
          <w:tcPr>
            <w:tcW w:w="1865" w:type="dxa"/>
          </w:tcPr>
          <w:p w:rsidRPr="000870FB" w:rsidR="00363FFF" w:rsidP="00363FFF" w:rsidRDefault="00363FFF" w14:paraId="44A931D4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U05</w:t>
            </w:r>
          </w:p>
        </w:tc>
      </w:tr>
      <w:tr xmlns:wp14="http://schemas.microsoft.com/office/word/2010/wordml" w:rsidRPr="000870FB" w:rsidR="00363FFF" w:rsidTr="00363FFF" w14:paraId="1ED12F32" wp14:textId="77777777">
        <w:tc>
          <w:tcPr>
            <w:tcW w:w="1681" w:type="dxa"/>
          </w:tcPr>
          <w:p w:rsidRPr="000870FB" w:rsidR="00363FFF" w:rsidP="00363FFF" w:rsidRDefault="00363FFF" w14:paraId="78C3198C" wp14:textId="77777777">
            <w:pPr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870FB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:rsidRPr="000870FB" w:rsidR="00363FFF" w:rsidP="00363FFF" w:rsidRDefault="00363FFF" w14:paraId="021222A0" wp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0870FB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Student potrafi dostrzec i ocenić powiązania pomiędzy wdrażanym modelem zarządzania w sektorze publicznym </w:t>
            </w:r>
            <w:r w:rsidRPr="000870FB">
              <w:rPr>
                <w:rFonts w:ascii="Corbel" w:hAnsi="Corbel" w:eastAsia="Times New Roman"/>
                <w:sz w:val="24"/>
                <w:szCs w:val="24"/>
                <w:lang w:eastAsia="pl-PL"/>
              </w:rPr>
              <w:lastRenderedPageBreak/>
              <w:t>i stosowanymi narzędziami zarządzania a systemem bezpieczeństwa wewnętrznego państwa oraz jego stanem w poszczególnych wymiarach tj. politycznym, kulturowym, militarnym, ekonomicznym, społecznym czy ekologicznym.</w:t>
            </w:r>
          </w:p>
        </w:tc>
        <w:tc>
          <w:tcPr>
            <w:tcW w:w="1865" w:type="dxa"/>
          </w:tcPr>
          <w:p w:rsidRPr="000870FB" w:rsidR="00363FFF" w:rsidP="00363FFF" w:rsidRDefault="00363FFF" w14:paraId="46E9DDAC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lastRenderedPageBreak/>
              <w:t>U06</w:t>
            </w:r>
          </w:p>
        </w:tc>
      </w:tr>
      <w:tr xmlns:wp14="http://schemas.microsoft.com/office/word/2010/wordml" w:rsidRPr="000870FB" w:rsidR="00363FFF" w:rsidTr="00363FFF" w14:paraId="76022DD9" wp14:textId="77777777">
        <w:tc>
          <w:tcPr>
            <w:tcW w:w="1681" w:type="dxa"/>
          </w:tcPr>
          <w:p w:rsidRPr="000870FB" w:rsidR="00363FFF" w:rsidP="00363FFF" w:rsidRDefault="00363FFF" w14:paraId="74357262" wp14:textId="77777777">
            <w:pPr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870FB">
              <w:rPr>
                <w:rFonts w:ascii="Corbel" w:hAnsi="Corbel"/>
                <w:smallCaps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5974" w:type="dxa"/>
          </w:tcPr>
          <w:p w:rsidRPr="000870FB" w:rsidR="00363FFF" w:rsidP="00363FFF" w:rsidRDefault="00363FFF" w14:paraId="32AC4F87" wp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0870FB">
              <w:rPr>
                <w:rFonts w:ascii="Corbel" w:hAnsi="Corbel" w:eastAsia="Times New Roman"/>
                <w:sz w:val="24"/>
                <w:szCs w:val="24"/>
                <w:lang w:eastAsia="pl-PL"/>
              </w:rPr>
              <w:t>Student potrafi wyjaśniać i uporządkować relacje oraz zależności zachodzące pomiędzy procesami przemian w obrębie sfery publicznej, działaniami podmiotów, jak i mechanizmami zarządzania publicznego, a systemem bezpieczeństwa wewnętrznego, narodowego i międzynarodowego.</w:t>
            </w:r>
          </w:p>
        </w:tc>
        <w:tc>
          <w:tcPr>
            <w:tcW w:w="1865" w:type="dxa"/>
          </w:tcPr>
          <w:p w:rsidRPr="000870FB" w:rsidR="00363FFF" w:rsidP="00363FFF" w:rsidRDefault="00363FFF" w14:paraId="793ACFB8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U10</w:t>
            </w:r>
          </w:p>
        </w:tc>
      </w:tr>
      <w:tr xmlns:wp14="http://schemas.microsoft.com/office/word/2010/wordml" w:rsidRPr="000870FB" w:rsidR="00363FFF" w:rsidTr="00363FFF" w14:paraId="08C4AEFE" wp14:textId="77777777">
        <w:tc>
          <w:tcPr>
            <w:tcW w:w="1681" w:type="dxa"/>
          </w:tcPr>
          <w:p w:rsidRPr="000870FB" w:rsidR="00363FFF" w:rsidP="00363FFF" w:rsidRDefault="00363FFF" w14:paraId="139A5216" wp14:textId="77777777">
            <w:pPr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870FB">
              <w:rPr>
                <w:rFonts w:ascii="Corbel" w:hAnsi="Corbel"/>
                <w:smallCaps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:rsidRPr="000870FB" w:rsidR="00363FFF" w:rsidP="00363FFF" w:rsidRDefault="00363FFF" w14:paraId="269D692C" wp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0870FB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Student zna specyfikę modeli zarządzania w sektorze publicznym oraz możliwości udziału obywateli w sferze publicznej. Potrafi ocenić otwartość sektora publicznego z punktu widzenia wdrażanych rozwiązań organizacyjno-zarządczych. Student wie w jakim zakresie obywatele mogą włączać się w procesy oddziaływania na kształt sfery publicznej oraz aktywnie w niej uczestniczyć. </w:t>
            </w:r>
          </w:p>
        </w:tc>
        <w:tc>
          <w:tcPr>
            <w:tcW w:w="1865" w:type="dxa"/>
          </w:tcPr>
          <w:p w:rsidRPr="000870FB" w:rsidR="00363FFF" w:rsidP="00363FFF" w:rsidRDefault="00363FFF" w14:paraId="68A41F4C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K01</w:t>
            </w:r>
          </w:p>
        </w:tc>
      </w:tr>
      <w:tr xmlns:wp14="http://schemas.microsoft.com/office/word/2010/wordml" w:rsidRPr="000870FB" w:rsidR="00363FFF" w:rsidTr="00363FFF" w14:paraId="77B0A93E" wp14:textId="77777777">
        <w:trPr>
          <w:trHeight w:val="816"/>
        </w:trPr>
        <w:tc>
          <w:tcPr>
            <w:tcW w:w="1681" w:type="dxa"/>
          </w:tcPr>
          <w:p w:rsidRPr="000870FB" w:rsidR="00363FFF" w:rsidP="00363FFF" w:rsidRDefault="00363FFF" w14:paraId="55CE86DB" wp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4" w:type="dxa"/>
          </w:tcPr>
          <w:p w:rsidRPr="000870FB" w:rsidR="00363FFF" w:rsidP="00363FFF" w:rsidRDefault="00363FFF" w14:paraId="6BBB91C9" wp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Student ma świadomość istoty zarządzania publicznego – w tym systemem bezpieczeństwa – w poszczególnych instytucjach administracji centralnej i samorządowej.  </w:t>
            </w:r>
          </w:p>
        </w:tc>
        <w:tc>
          <w:tcPr>
            <w:tcW w:w="1865" w:type="dxa"/>
          </w:tcPr>
          <w:p w:rsidRPr="000870FB" w:rsidR="00363FFF" w:rsidP="00363FFF" w:rsidRDefault="00363FFF" w14:paraId="29365AC6" wp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K04</w:t>
            </w:r>
          </w:p>
        </w:tc>
      </w:tr>
    </w:tbl>
    <w:p xmlns:wp14="http://schemas.microsoft.com/office/word/2010/wordml" w:rsidRPr="009C54AE" w:rsidR="0085747A" w:rsidP="009C54AE" w:rsidRDefault="0085747A" w14:paraId="1299C43A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675843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C54AE" w:rsidR="0085747A" w:rsidP="009C54AE" w:rsidRDefault="0085747A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xmlns:wp14="http://schemas.microsoft.com/office/word/2010/wordml" w:rsidRPr="009C54AE" w:rsidR="00675843" w:rsidP="009C54AE" w:rsidRDefault="00675843" w14:paraId="4DDBEF00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00923D7D" w14:paraId="587EA2A8" wp14:textId="77777777">
        <w:tc>
          <w:tcPr>
            <w:tcW w:w="9639" w:type="dxa"/>
          </w:tcPr>
          <w:p w:rsidRPr="009C54AE" w:rsidR="0085747A" w:rsidP="009C54AE" w:rsidRDefault="0085747A" w14:paraId="3511302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85747A" w:rsidTr="00923D7D" w14:paraId="3461D779" wp14:textId="77777777">
        <w:tc>
          <w:tcPr>
            <w:tcW w:w="9639" w:type="dxa"/>
          </w:tcPr>
          <w:p w:rsidRPr="009C54AE" w:rsidR="0085747A" w:rsidP="009C54AE" w:rsidRDefault="0085747A" w14:paraId="3CF2D8B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xmlns:wp14="http://schemas.microsoft.com/office/word/2010/wordml" w:rsidRPr="009C54AE" w:rsidR="0085747A" w:rsidTr="00923D7D" w14:paraId="0FB78278" wp14:textId="77777777">
        <w:tc>
          <w:tcPr>
            <w:tcW w:w="9639" w:type="dxa"/>
          </w:tcPr>
          <w:p w:rsidRPr="009C54AE" w:rsidR="0085747A" w:rsidP="009C54AE" w:rsidRDefault="0085747A" w14:paraId="1FC39945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xmlns:wp14="http://schemas.microsoft.com/office/word/2010/wordml" w:rsidRPr="009C54AE" w:rsidR="0085747A" w:rsidTr="00923D7D" w14:paraId="0562CB0E" wp14:textId="77777777">
        <w:tc>
          <w:tcPr>
            <w:tcW w:w="9639" w:type="dxa"/>
          </w:tcPr>
          <w:p w:rsidRPr="009C54AE" w:rsidR="0085747A" w:rsidP="009C54AE" w:rsidRDefault="0085747A" w14:paraId="34CE0A41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xmlns:wp14="http://schemas.microsoft.com/office/word/2010/wordml" w:rsidRPr="009C54AE" w:rsidR="0085747A" w:rsidP="009C54AE" w:rsidRDefault="0085747A" w14:paraId="62EBF3C5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xmlns:wp14="http://schemas.microsoft.com/office/word/2010/wordml" w:rsidRPr="009C54AE" w:rsidR="0085747A" w:rsidP="009C54AE" w:rsidRDefault="0085747A" w14:paraId="6D98A12B" wp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0870FB" w:rsidR="0085747A" w:rsidTr="00923D7D" w14:paraId="55225495" wp14:textId="77777777">
        <w:tc>
          <w:tcPr>
            <w:tcW w:w="9639" w:type="dxa"/>
          </w:tcPr>
          <w:p w:rsidRPr="000870FB" w:rsidR="0085747A" w:rsidP="009C54AE" w:rsidRDefault="0085747A" w14:paraId="5D69D229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0870FB" w:rsidR="0085747A" w:rsidTr="00923D7D" w14:paraId="632D0060" wp14:textId="77777777">
        <w:tc>
          <w:tcPr>
            <w:tcW w:w="9639" w:type="dxa"/>
          </w:tcPr>
          <w:p w:rsidRPr="000870FB" w:rsidR="0085747A" w:rsidP="00870249" w:rsidRDefault="00870249" w14:paraId="748D3E8E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1. Sektor publiczny – specyfika, ramy prawno-organizacyjne i zasady funkcjonowania </w:t>
            </w:r>
          </w:p>
        </w:tc>
      </w:tr>
      <w:tr xmlns:wp14="http://schemas.microsoft.com/office/word/2010/wordml" w:rsidRPr="000870FB" w:rsidR="0085747A" w:rsidTr="00923D7D" w14:paraId="135C522A" wp14:textId="77777777">
        <w:tc>
          <w:tcPr>
            <w:tcW w:w="9639" w:type="dxa"/>
          </w:tcPr>
          <w:p w:rsidRPr="000870FB" w:rsidR="0085747A" w:rsidP="009C54AE" w:rsidRDefault="00870249" w14:paraId="37E75875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2. Polityka publiczna – podmioty, instrumenty, kreowanie i wdrażanie</w:t>
            </w:r>
          </w:p>
        </w:tc>
      </w:tr>
      <w:tr xmlns:wp14="http://schemas.microsoft.com/office/word/2010/wordml" w:rsidRPr="000870FB" w:rsidR="0085747A" w:rsidTr="00923D7D" w14:paraId="048DF30C" wp14:textId="77777777">
        <w:tc>
          <w:tcPr>
            <w:tcW w:w="9639" w:type="dxa"/>
          </w:tcPr>
          <w:p w:rsidRPr="000870FB" w:rsidR="0085747A" w:rsidP="009C54AE" w:rsidRDefault="00870249" w14:paraId="3D04F154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3. Decydowanie w sektorze publicznym</w:t>
            </w:r>
          </w:p>
        </w:tc>
      </w:tr>
      <w:tr xmlns:wp14="http://schemas.microsoft.com/office/word/2010/wordml" w:rsidRPr="000870FB" w:rsidR="00870249" w:rsidTr="00923D7D" w14:paraId="31F2349A" wp14:textId="77777777">
        <w:tc>
          <w:tcPr>
            <w:tcW w:w="9639" w:type="dxa"/>
          </w:tcPr>
          <w:p w:rsidRPr="000870FB" w:rsidR="00870249" w:rsidP="009C54AE" w:rsidRDefault="00870249" w14:paraId="41933C54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4. Ewolucja modeli zarządzania w sektorze publicznym. Od tradycyjnej administracji do </w:t>
            </w:r>
            <w:proofErr w:type="spellStart"/>
            <w:r w:rsidRPr="000870FB">
              <w:rPr>
                <w:rFonts w:ascii="Corbel" w:hAnsi="Corbel"/>
                <w:sz w:val="24"/>
                <w:szCs w:val="24"/>
              </w:rPr>
              <w:t>neoweberyzmu</w:t>
            </w:r>
            <w:proofErr w:type="spellEnd"/>
          </w:p>
          <w:p w:rsidRPr="000870FB" w:rsidR="00870249" w:rsidP="00870249" w:rsidRDefault="00870249" w14:paraId="7BE1A991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4.1 Biurokratyczny (weberowski) model administracji </w:t>
            </w:r>
          </w:p>
          <w:p w:rsidRPr="000870FB" w:rsidR="00870249" w:rsidP="00870249" w:rsidRDefault="00870249" w14:paraId="10115A38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4.2 Nowe Zarządzanie Publiczne – specyfika oraz doświadczenia innych państw </w:t>
            </w:r>
          </w:p>
          <w:p w:rsidRPr="000870FB" w:rsidR="00870249" w:rsidP="00870249" w:rsidRDefault="00870249" w14:paraId="3AC2DD1C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4.3 Współrządzenie w sektorze publicznym – </w:t>
            </w:r>
            <w:proofErr w:type="spellStart"/>
            <w:r w:rsidRPr="000870FB">
              <w:rPr>
                <w:rFonts w:ascii="Corbel" w:hAnsi="Corbel"/>
                <w:i/>
                <w:sz w:val="24"/>
                <w:szCs w:val="24"/>
              </w:rPr>
              <w:t>governance</w:t>
            </w:r>
            <w:proofErr w:type="spellEnd"/>
            <w:r w:rsidRPr="000870FB">
              <w:rPr>
                <w:rFonts w:ascii="Corbel" w:hAnsi="Corbel"/>
                <w:sz w:val="24"/>
                <w:szCs w:val="24"/>
              </w:rPr>
              <w:t xml:space="preserve"> i jego odmiany </w:t>
            </w:r>
          </w:p>
          <w:p w:rsidRPr="000870FB" w:rsidR="00870249" w:rsidP="00870249" w:rsidRDefault="00870249" w14:paraId="239A2C66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4.4 </w:t>
            </w:r>
            <w:proofErr w:type="spellStart"/>
            <w:r w:rsidRPr="000870FB">
              <w:rPr>
                <w:rFonts w:ascii="Corbel" w:hAnsi="Corbel"/>
                <w:sz w:val="24"/>
                <w:szCs w:val="24"/>
              </w:rPr>
              <w:t>Neoweberyzm</w:t>
            </w:r>
            <w:proofErr w:type="spellEnd"/>
            <w:r w:rsidRPr="000870FB">
              <w:rPr>
                <w:rFonts w:ascii="Corbel" w:hAnsi="Corbel"/>
                <w:sz w:val="24"/>
                <w:szCs w:val="24"/>
              </w:rPr>
              <w:t>. Powrót do korzeni sektora publicznego czy nowa moda?</w:t>
            </w:r>
          </w:p>
        </w:tc>
      </w:tr>
      <w:tr xmlns:wp14="http://schemas.microsoft.com/office/word/2010/wordml" w:rsidRPr="000870FB" w:rsidR="00870249" w:rsidTr="00923D7D" w14:paraId="1ACA8118" wp14:textId="77777777">
        <w:tc>
          <w:tcPr>
            <w:tcW w:w="9639" w:type="dxa"/>
          </w:tcPr>
          <w:p w:rsidRPr="000870FB" w:rsidR="00870249" w:rsidP="00870249" w:rsidRDefault="00870249" w14:paraId="25B497A4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5. Administrator, kierownik, manager, lider czy koordynator? Role i zakres kompetencji  w administracji publicznej </w:t>
            </w:r>
          </w:p>
        </w:tc>
      </w:tr>
      <w:tr xmlns:wp14="http://schemas.microsoft.com/office/word/2010/wordml" w:rsidRPr="000870FB" w:rsidR="00870249" w:rsidTr="00923D7D" w14:paraId="12EBFB81" wp14:textId="77777777">
        <w:tc>
          <w:tcPr>
            <w:tcW w:w="9639" w:type="dxa"/>
          </w:tcPr>
          <w:p w:rsidRPr="000870FB" w:rsidR="00870249" w:rsidP="00870249" w:rsidRDefault="00870249" w14:paraId="13915A30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6. Kompetencje podmiotów zarządzających strukturami publicznymi </w:t>
            </w:r>
          </w:p>
        </w:tc>
      </w:tr>
      <w:tr xmlns:wp14="http://schemas.microsoft.com/office/word/2010/wordml" w:rsidRPr="000870FB" w:rsidR="00870249" w:rsidTr="00923D7D" w14:paraId="071E1DBA" wp14:textId="77777777">
        <w:tc>
          <w:tcPr>
            <w:tcW w:w="9639" w:type="dxa"/>
          </w:tcPr>
          <w:p w:rsidRPr="000870FB" w:rsidR="00870249" w:rsidP="009C54AE" w:rsidRDefault="00870249" w14:paraId="787C202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lastRenderedPageBreak/>
              <w:t>7. Zarządzanie zasobami ludzkimi w sektorze publicznym – uwarunkowania, strategie i narzędzia</w:t>
            </w:r>
          </w:p>
        </w:tc>
      </w:tr>
      <w:tr xmlns:wp14="http://schemas.microsoft.com/office/word/2010/wordml" w:rsidRPr="000870FB" w:rsidR="00870249" w:rsidTr="00923D7D" w14:paraId="4AFCD4D4" wp14:textId="77777777">
        <w:tc>
          <w:tcPr>
            <w:tcW w:w="9639" w:type="dxa"/>
          </w:tcPr>
          <w:p w:rsidRPr="000870FB" w:rsidR="00870249" w:rsidP="009C54AE" w:rsidRDefault="00870249" w14:paraId="628D955B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8. Jakość i etyka w procesach zarządzania publicznego</w:t>
            </w:r>
          </w:p>
        </w:tc>
      </w:tr>
      <w:tr xmlns:wp14="http://schemas.microsoft.com/office/word/2010/wordml" w:rsidRPr="000870FB" w:rsidR="00870249" w:rsidTr="00923D7D" w14:paraId="07964A38" wp14:textId="77777777">
        <w:tc>
          <w:tcPr>
            <w:tcW w:w="9639" w:type="dxa"/>
          </w:tcPr>
          <w:p w:rsidRPr="000870FB" w:rsidR="00870249" w:rsidP="009C54AE" w:rsidRDefault="00870249" w14:paraId="510010C4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9. Upolitycznienie administracji publicznej a efektywność zarządzania publicznego</w:t>
            </w:r>
          </w:p>
        </w:tc>
      </w:tr>
      <w:tr xmlns:wp14="http://schemas.microsoft.com/office/word/2010/wordml" w:rsidRPr="000870FB" w:rsidR="00870249" w:rsidTr="00923D7D" w14:paraId="71E0439B" wp14:textId="77777777">
        <w:tc>
          <w:tcPr>
            <w:tcW w:w="9639" w:type="dxa"/>
          </w:tcPr>
          <w:p w:rsidRPr="000870FB" w:rsidR="00870249" w:rsidP="009C54AE" w:rsidRDefault="00870249" w14:paraId="344DC9E8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10. Procesy kontroli w organizacjach sektora publicznego </w:t>
            </w:r>
          </w:p>
        </w:tc>
      </w:tr>
    </w:tbl>
    <w:p xmlns:wp14="http://schemas.microsoft.com/office/word/2010/wordml" w:rsidRPr="009C54AE" w:rsidR="0085747A" w:rsidP="009C54AE" w:rsidRDefault="0085747A" w14:paraId="2946DB82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85747A" w:rsidP="009C54AE" w:rsidRDefault="0085747A" w14:paraId="5997CC1D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153C41" w:rsidR="00E21E7D" w:rsidP="009C54AE" w:rsidRDefault="00153C41" w14:paraId="06512FFB" wp14:textId="77777777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Pr="00153C41" w:rsidR="0085747A">
        <w:rPr>
          <w:rFonts w:ascii="Corbel" w:hAnsi="Corbel"/>
          <w:b w:val="0"/>
          <w:smallCaps w:val="0"/>
          <w:sz w:val="20"/>
          <w:szCs w:val="20"/>
        </w:rPr>
        <w:t>p</w:t>
      </w:r>
      <w:r w:rsidRPr="00153C41" w:rsidR="0085747A">
        <w:rPr>
          <w:rFonts w:ascii="Corbel" w:hAnsi="Corbel"/>
          <w:sz w:val="20"/>
          <w:szCs w:val="20"/>
        </w:rPr>
        <w:t>.:</w:t>
      </w:r>
      <w:r w:rsidRPr="00153C41" w:rsidR="00923D7D">
        <w:rPr>
          <w:rFonts w:ascii="Corbel" w:hAnsi="Corbel"/>
          <w:sz w:val="20"/>
          <w:szCs w:val="20"/>
        </w:rPr>
        <w:t xml:space="preserve"> </w:t>
      </w:r>
    </w:p>
    <w:p xmlns:wp14="http://schemas.microsoft.com/office/word/2010/wordml" w:rsidR="00153C41" w:rsidP="009C54AE" w:rsidRDefault="00153C41" w14:paraId="7FB0AC11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xmlns:wp14="http://schemas.microsoft.com/office/word/2010/wordml" w:rsidR="00153C41" w:rsidP="009C54AE" w:rsidRDefault="00153C41" w14:paraId="35852431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Pr="00153C41" w:rsidR="009F4610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xmlns:wp14="http://schemas.microsoft.com/office/word/2010/wordml" w:rsidRPr="00153C41" w:rsidR="0085747A" w:rsidP="009C54AE" w:rsidRDefault="00153C41" w14:paraId="34C922DF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xmlns:wp14="http://schemas.microsoft.com/office/word/2010/wordml" w:rsidRPr="009C54AE" w:rsidR="0085747A" w:rsidP="009C54AE" w:rsidRDefault="0085747A" w14:paraId="110FFD37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F95CDC" w:rsidR="00E960BB" w:rsidP="009C54AE" w:rsidRDefault="00F95CDC" w14:paraId="4B21D0D0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95CDC">
        <w:rPr>
          <w:rFonts w:ascii="Corbel" w:hAnsi="Corbel"/>
          <w:b w:val="0"/>
          <w:smallCaps w:val="0"/>
          <w:szCs w:val="24"/>
        </w:rPr>
        <w:t>- analiza tekstów połączona z dyskusją</w:t>
      </w:r>
    </w:p>
    <w:p xmlns:wp14="http://schemas.microsoft.com/office/word/2010/wordml" w:rsidRPr="00F95CDC" w:rsidR="00F95CDC" w:rsidP="009C54AE" w:rsidRDefault="00F95CDC" w14:paraId="686C39D2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95CDC">
        <w:rPr>
          <w:rFonts w:ascii="Corbel" w:hAnsi="Corbel"/>
          <w:b w:val="0"/>
          <w:smallCaps w:val="0"/>
          <w:szCs w:val="24"/>
        </w:rPr>
        <w:t>- praca zespołowa podczas zajęć (dyskusja w grupach)</w:t>
      </w:r>
    </w:p>
    <w:p xmlns:wp14="http://schemas.microsoft.com/office/word/2010/wordml" w:rsidRPr="00F95CDC" w:rsidR="00E960BB" w:rsidP="009C54AE" w:rsidRDefault="00F95CDC" w14:paraId="43CE4A08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95CDC">
        <w:rPr>
          <w:rFonts w:ascii="Corbel" w:hAnsi="Corbel"/>
          <w:b w:val="0"/>
          <w:smallCaps w:val="0"/>
          <w:szCs w:val="24"/>
        </w:rPr>
        <w:t xml:space="preserve">- wykorzystanie metod i narzędzi kształcenia na odległość  </w:t>
      </w:r>
    </w:p>
    <w:p xmlns:wp14="http://schemas.microsoft.com/office/word/2010/wordml" w:rsidR="00E960BB" w:rsidP="009C54AE" w:rsidRDefault="00E960BB" w14:paraId="6B699379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="00E960BB" w:rsidP="009C54AE" w:rsidRDefault="00E960BB" w14:paraId="3FE9F23F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1F72F646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85747A" w:rsidP="009C54AE" w:rsidRDefault="0085747A" w14:paraId="08CE6F9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xmlns:wp14="http://schemas.microsoft.com/office/word/2010/wordml" w:rsidRPr="000870FB" w:rsidR="0085747A" w:rsidTr="004D6737" w14:paraId="3CD72C34" wp14:textId="77777777">
        <w:tc>
          <w:tcPr>
            <w:tcW w:w="1962" w:type="dxa"/>
            <w:vAlign w:val="center"/>
          </w:tcPr>
          <w:p w:rsidRPr="000870FB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0870FB" w:rsidR="0085747A" w:rsidP="009C54AE" w:rsidRDefault="00F974DA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0870FB" w:rsidR="0085747A" w:rsidP="009C54AE" w:rsidRDefault="009F4610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0870FB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0870FB" w:rsidR="00923D7D" w:rsidP="009C54AE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0870FB" w:rsidR="0085747A" w:rsidP="009C54AE" w:rsidRDefault="0085747A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870F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0870FB" w:rsidR="00A62241" w:rsidTr="004D6737" w14:paraId="0CF51EB3" wp14:textId="77777777">
        <w:tc>
          <w:tcPr>
            <w:tcW w:w="1962" w:type="dxa"/>
          </w:tcPr>
          <w:p w:rsidRPr="00257709" w:rsidR="00A62241" w:rsidP="00A62241" w:rsidRDefault="00A62241" w14:paraId="4EEBB90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bookmarkStart w:name="_GoBack" w:colFirst="0" w:colLast="0" w:id="0"/>
            <w:r w:rsidRPr="00257709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:rsidRPr="000870FB" w:rsidR="00A62241" w:rsidP="00A62241" w:rsidRDefault="00A62241" w14:paraId="58E3F5D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test końcowy</w:t>
            </w:r>
          </w:p>
          <w:p w:rsidRPr="000870FB" w:rsidR="00A62241" w:rsidP="00A62241" w:rsidRDefault="00A62241" w14:paraId="1E3C7EC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  <w:p w:rsidRPr="000870FB" w:rsidR="00A62241" w:rsidP="00A62241" w:rsidRDefault="00A62241" w14:paraId="6E771A1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dyskusja podczas zajęć</w:t>
            </w:r>
          </w:p>
        </w:tc>
        <w:tc>
          <w:tcPr>
            <w:tcW w:w="2117" w:type="dxa"/>
          </w:tcPr>
          <w:p w:rsidRPr="000870FB" w:rsidR="00A62241" w:rsidP="00A62241" w:rsidRDefault="00A62241" w14:paraId="3F1C56C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xmlns:wp14="http://schemas.microsoft.com/office/word/2010/wordml" w:rsidRPr="000870FB" w:rsidR="00A62241" w:rsidTr="004D6737" w14:paraId="1B153AF5" wp14:textId="77777777">
        <w:tc>
          <w:tcPr>
            <w:tcW w:w="1962" w:type="dxa"/>
          </w:tcPr>
          <w:p w:rsidRPr="00257709" w:rsidR="00A62241" w:rsidP="00A62241" w:rsidRDefault="00A62241" w14:paraId="69FEFE2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57709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:rsidRPr="000870FB" w:rsidR="00A62241" w:rsidP="00A62241" w:rsidRDefault="00A62241" w14:paraId="47B8CAE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test końcowy</w:t>
            </w:r>
          </w:p>
          <w:p w:rsidRPr="000870FB" w:rsidR="00A62241" w:rsidP="00A62241" w:rsidRDefault="00A62241" w14:paraId="6BAB383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  <w:p w:rsidRPr="000870FB" w:rsidR="00A62241" w:rsidP="00A62241" w:rsidRDefault="00A62241" w14:paraId="2427157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dyskusja podczas zajęć</w:t>
            </w:r>
          </w:p>
        </w:tc>
        <w:tc>
          <w:tcPr>
            <w:tcW w:w="2117" w:type="dxa"/>
          </w:tcPr>
          <w:p w:rsidRPr="000870FB" w:rsidR="00A62241" w:rsidP="00A62241" w:rsidRDefault="00A62241" w14:paraId="569C77CD" wp14:textId="77777777">
            <w:pPr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Pr="000870FB" w:rsidR="00A62241" w:rsidTr="004D6737" w14:paraId="28E0B960" wp14:textId="77777777">
        <w:tc>
          <w:tcPr>
            <w:tcW w:w="1962" w:type="dxa"/>
          </w:tcPr>
          <w:p w:rsidRPr="00257709" w:rsidR="00A62241" w:rsidP="00A62241" w:rsidRDefault="00A62241" w14:paraId="002D746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5770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0870FB" w:rsidR="00A62241" w:rsidP="00A62241" w:rsidRDefault="00A62241" w14:paraId="5E2B2DE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test końcowy</w:t>
            </w:r>
          </w:p>
          <w:p w:rsidRPr="000870FB" w:rsidR="00A62241" w:rsidP="00A62241" w:rsidRDefault="00A62241" w14:paraId="7744534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  <w:p w:rsidRPr="000870FB" w:rsidR="00A62241" w:rsidP="00A62241" w:rsidRDefault="00A62241" w14:paraId="78FCE71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dyskusja podczas zajęć</w:t>
            </w:r>
          </w:p>
        </w:tc>
        <w:tc>
          <w:tcPr>
            <w:tcW w:w="2117" w:type="dxa"/>
          </w:tcPr>
          <w:p w:rsidRPr="000870FB" w:rsidR="00A62241" w:rsidP="00A62241" w:rsidRDefault="00A62241" w14:paraId="6EBE0FA3" wp14:textId="77777777">
            <w:pPr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Pr="000870FB" w:rsidR="00A62241" w:rsidTr="004D6737" w14:paraId="77F38972" wp14:textId="77777777">
        <w:tc>
          <w:tcPr>
            <w:tcW w:w="1962" w:type="dxa"/>
          </w:tcPr>
          <w:p w:rsidRPr="00257709" w:rsidR="00A62241" w:rsidP="00A62241" w:rsidRDefault="00A62241" w14:paraId="5990E71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5770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Pr="000870FB" w:rsidR="00A62241" w:rsidP="00A62241" w:rsidRDefault="00A62241" w14:paraId="1C47D9D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test końcowy</w:t>
            </w:r>
          </w:p>
          <w:p w:rsidRPr="000870FB" w:rsidR="00A62241" w:rsidP="00A62241" w:rsidRDefault="00A62241" w14:paraId="6A61EED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  <w:p w:rsidRPr="000870FB" w:rsidR="00A62241" w:rsidP="00A62241" w:rsidRDefault="00A62241" w14:paraId="6A5F95D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dyskusja podczas zajęć</w:t>
            </w:r>
          </w:p>
        </w:tc>
        <w:tc>
          <w:tcPr>
            <w:tcW w:w="2117" w:type="dxa"/>
          </w:tcPr>
          <w:p w:rsidRPr="000870FB" w:rsidR="00A62241" w:rsidP="00A62241" w:rsidRDefault="00A62241" w14:paraId="3B93665F" wp14:textId="77777777">
            <w:pPr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Pr="000870FB" w:rsidR="00A62241" w:rsidTr="004D6737" w14:paraId="578E5059" wp14:textId="77777777">
        <w:tc>
          <w:tcPr>
            <w:tcW w:w="1962" w:type="dxa"/>
          </w:tcPr>
          <w:p w:rsidRPr="00257709" w:rsidR="00A62241" w:rsidP="00A62241" w:rsidRDefault="00A62241" w14:paraId="4A2F109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5770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Pr="000870FB" w:rsidR="00A62241" w:rsidP="00A62241" w:rsidRDefault="00A62241" w14:paraId="0D5817A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test końcowy</w:t>
            </w:r>
          </w:p>
          <w:p w:rsidRPr="000870FB" w:rsidR="00A62241" w:rsidP="00A62241" w:rsidRDefault="00A62241" w14:paraId="315EB6F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  <w:p w:rsidRPr="000870FB" w:rsidR="00A62241" w:rsidP="00A62241" w:rsidRDefault="00A62241" w14:paraId="1C50F3E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dyskusja podczas zajęć</w:t>
            </w:r>
          </w:p>
        </w:tc>
        <w:tc>
          <w:tcPr>
            <w:tcW w:w="2117" w:type="dxa"/>
          </w:tcPr>
          <w:p w:rsidRPr="000870FB" w:rsidR="00A62241" w:rsidP="00A62241" w:rsidRDefault="00A62241" w14:paraId="69371403" wp14:textId="77777777">
            <w:pPr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Pr="000870FB" w:rsidR="00A62241" w:rsidTr="004D6737" w14:paraId="68CB5C9A" wp14:textId="77777777">
        <w:tc>
          <w:tcPr>
            <w:tcW w:w="1962" w:type="dxa"/>
          </w:tcPr>
          <w:p w:rsidRPr="00257709" w:rsidR="00A62241" w:rsidP="00A62241" w:rsidRDefault="00A62241" w14:paraId="1E73F4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57709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Pr="000870FB" w:rsidR="00A62241" w:rsidP="00A62241" w:rsidRDefault="00A62241" w14:paraId="523A2D2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test końcowy</w:t>
            </w:r>
          </w:p>
          <w:p w:rsidRPr="000870FB" w:rsidR="00A62241" w:rsidP="00A62241" w:rsidRDefault="00A62241" w14:paraId="47D8BE9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  <w:p w:rsidRPr="000870FB" w:rsidR="00A62241" w:rsidP="00A62241" w:rsidRDefault="00A62241" w14:paraId="4B1488F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dyskusja podczas zajęć</w:t>
            </w:r>
          </w:p>
        </w:tc>
        <w:tc>
          <w:tcPr>
            <w:tcW w:w="2117" w:type="dxa"/>
          </w:tcPr>
          <w:p w:rsidRPr="000870FB" w:rsidR="00A62241" w:rsidP="00A62241" w:rsidRDefault="00A62241" w14:paraId="1799DE39" wp14:textId="77777777">
            <w:pPr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Pr="000870FB" w:rsidR="00A62241" w:rsidTr="004D6737" w14:paraId="3EE35CD1" wp14:textId="77777777">
        <w:tc>
          <w:tcPr>
            <w:tcW w:w="1962" w:type="dxa"/>
          </w:tcPr>
          <w:p w:rsidRPr="00257709" w:rsidR="00A62241" w:rsidP="00A62241" w:rsidRDefault="00A62241" w14:paraId="1E02E8D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57709">
              <w:rPr>
                <w:rFonts w:ascii="Corbel" w:hAnsi="Corbel"/>
                <w:b w:val="0"/>
                <w:szCs w:val="24"/>
              </w:rPr>
              <w:t>EK_0</w:t>
            </w:r>
            <w:r w:rsidRPr="00257709"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</w:tcPr>
          <w:p w:rsidRPr="000870FB" w:rsidR="00A62241" w:rsidP="00A62241" w:rsidRDefault="00A62241" w14:paraId="7521AE0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test końcowy</w:t>
            </w:r>
          </w:p>
          <w:p w:rsidRPr="000870FB" w:rsidR="00A62241" w:rsidP="00A62241" w:rsidRDefault="00A62241" w14:paraId="53D5983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  <w:p w:rsidRPr="000870FB" w:rsidR="00A62241" w:rsidP="00A62241" w:rsidRDefault="00A62241" w14:paraId="389BD65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dyskusja podczas zajęć</w:t>
            </w:r>
          </w:p>
        </w:tc>
        <w:tc>
          <w:tcPr>
            <w:tcW w:w="2117" w:type="dxa"/>
          </w:tcPr>
          <w:p w:rsidRPr="000870FB" w:rsidR="00A62241" w:rsidP="00A62241" w:rsidRDefault="00A62241" w14:paraId="5412D0AD" wp14:textId="77777777">
            <w:pPr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bookmarkEnd w:id="0"/>
    </w:tbl>
    <w:p xmlns:wp14="http://schemas.microsoft.com/office/word/2010/wordml" w:rsidRPr="009C54AE" w:rsidR="00923D7D" w:rsidP="009C54AE" w:rsidRDefault="00923D7D" w14:paraId="61CDCEAD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6BB9E253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0870FB" w:rsidR="0085747A" w:rsidTr="00923D7D" w14:paraId="7826C5D3" wp14:textId="77777777">
        <w:tc>
          <w:tcPr>
            <w:tcW w:w="9670" w:type="dxa"/>
          </w:tcPr>
          <w:p w:rsidRPr="00DD359D" w:rsidR="00DD359D" w:rsidP="00DD359D" w:rsidRDefault="00DD359D" w14:paraId="49849CD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359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Przedmiot kończy się uzyskaniem zaliczenia z oceną. </w:t>
            </w:r>
          </w:p>
          <w:p w:rsidRPr="00DD359D" w:rsidR="00DD359D" w:rsidP="00DD359D" w:rsidRDefault="00DD359D" w14:paraId="379976C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359D">
              <w:rPr>
                <w:rFonts w:ascii="Corbel" w:hAnsi="Corbel"/>
                <w:b w:val="0"/>
                <w:smallCaps w:val="0"/>
                <w:szCs w:val="24"/>
              </w:rPr>
              <w:t>Ustalenie oceny końcowej następuje na podstawie dwóch kryteriów:</w:t>
            </w:r>
          </w:p>
          <w:p w:rsidRPr="00DD359D" w:rsidR="00DD359D" w:rsidP="00DD359D" w:rsidRDefault="00DD359D" w14:paraId="16255E2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359D">
              <w:rPr>
                <w:rFonts w:ascii="Corbel" w:hAnsi="Corbel"/>
                <w:b w:val="0"/>
                <w:smallCaps w:val="0"/>
                <w:szCs w:val="24"/>
              </w:rPr>
              <w:t xml:space="preserve">a) wyników testu końcowego. Warunkiem uzyskania oceny pozytywnej (co najmniej 3,0) jest uzyskanie 51% punktów z testu. </w:t>
            </w:r>
          </w:p>
          <w:p w:rsidRPr="000870FB" w:rsidR="0085747A" w:rsidP="00DD359D" w:rsidRDefault="00DD359D" w14:paraId="08ED4A84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359D">
              <w:rPr>
                <w:rFonts w:ascii="Corbel" w:hAnsi="Corbel"/>
                <w:sz w:val="24"/>
                <w:szCs w:val="24"/>
              </w:rPr>
              <w:t>b) aktywności studenta podczas zajęć.</w:t>
            </w:r>
          </w:p>
        </w:tc>
      </w:tr>
    </w:tbl>
    <w:p xmlns:wp14="http://schemas.microsoft.com/office/word/2010/wordml" w:rsidRPr="009C54AE" w:rsidR="0085747A" w:rsidP="009C54AE" w:rsidRDefault="0085747A" w14:paraId="23DE523C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9C54AE" w:rsidR="0085747A" w:rsidP="009C54AE" w:rsidRDefault="0085747A" w14:paraId="52E56223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xmlns:wp14="http://schemas.microsoft.com/office/word/2010/wordml" w:rsidRPr="009C54AE" w:rsidR="0085747A" w:rsidTr="003E1941" w14:paraId="63D9DE79" wp14:textId="77777777">
        <w:tc>
          <w:tcPr>
            <w:tcW w:w="4962" w:type="dxa"/>
            <w:vAlign w:val="center"/>
          </w:tcPr>
          <w:p w:rsidRPr="009C54AE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9C54AE" w:rsidR="0085747A" w:rsidTr="00923D7D" w14:paraId="33472E7B" wp14:textId="77777777">
        <w:tc>
          <w:tcPr>
            <w:tcW w:w="4962" w:type="dxa"/>
          </w:tcPr>
          <w:p w:rsidRPr="009C54AE" w:rsidR="0085747A" w:rsidP="009C54AE" w:rsidRDefault="00C61DC5" w14:paraId="1943409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B04F4B" w:rsidRDefault="0027796F" w14:paraId="72A4FFC0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xmlns:wp14="http://schemas.microsoft.com/office/word/2010/wordml" w:rsidRPr="009C54AE" w:rsidR="00C61DC5" w:rsidTr="00923D7D" w14:paraId="409F0BAA" wp14:textId="77777777">
        <w:tc>
          <w:tcPr>
            <w:tcW w:w="4962" w:type="dxa"/>
          </w:tcPr>
          <w:p w:rsidRPr="009C54AE" w:rsidR="00C61DC5" w:rsidP="009C54AE" w:rsidRDefault="00C61DC5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B04F4B" w:rsidRDefault="0027796F" w14:paraId="5D369756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xmlns:wp14="http://schemas.microsoft.com/office/word/2010/wordml" w:rsidRPr="009C54AE" w:rsidR="00C61DC5" w:rsidTr="00923D7D" w14:paraId="7B807A0B" wp14:textId="77777777">
        <w:tc>
          <w:tcPr>
            <w:tcW w:w="4962" w:type="dxa"/>
          </w:tcPr>
          <w:p w:rsidRPr="009C54AE" w:rsidR="0071620A" w:rsidP="009C54AE" w:rsidRDefault="00C61DC5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B04F4B" w:rsidRDefault="00880AAF" w14:paraId="6A6A902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xmlns:wp14="http://schemas.microsoft.com/office/word/2010/wordml" w:rsidRPr="009C54AE" w:rsidR="0085747A" w:rsidTr="00923D7D" w14:paraId="4D6280AD" wp14:textId="77777777">
        <w:tc>
          <w:tcPr>
            <w:tcW w:w="4962" w:type="dxa"/>
          </w:tcPr>
          <w:p w:rsidRPr="009C54AE" w:rsidR="0085747A" w:rsidP="009C54AE" w:rsidRDefault="0085747A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B04F4B" w:rsidRDefault="00880AAF" w14:paraId="68861898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xmlns:wp14="http://schemas.microsoft.com/office/word/2010/wordml" w:rsidRPr="009C54AE" w:rsidR="0085747A" w:rsidTr="00923D7D" w14:paraId="0AD00C0E" wp14:textId="77777777">
        <w:tc>
          <w:tcPr>
            <w:tcW w:w="4962" w:type="dxa"/>
          </w:tcPr>
          <w:p w:rsidRPr="009C54AE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B04F4B" w:rsidRDefault="00880AAF" w14:paraId="7144751B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9C54AE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9C54AE" w:rsidR="003E1941" w:rsidP="009C54AE" w:rsidRDefault="003E1941" w14:paraId="07547A0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85747A" w:rsidP="009C54AE" w:rsidRDefault="0085747A" w14:paraId="5043CB0F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9C54AE" w:rsidR="0085747A" w:rsidTr="0071620A" w14:paraId="146D6691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55E98D2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85747A" w14:paraId="0745931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xmlns:wp14="http://schemas.microsoft.com/office/word/2010/wordml" w:rsidRPr="009C54AE" w:rsidR="0085747A" w:rsidTr="0071620A" w14:paraId="05EFD703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7C3ADC5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85747A" w14:paraId="6537F28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9C54AE" w:rsidR="003E1941" w:rsidP="009C54AE" w:rsidRDefault="003E1941" w14:paraId="6DFB9E20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675843" w:rsidP="009C54AE" w:rsidRDefault="00675843" w14:paraId="70DF9E56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Pr="000870FB" w:rsidR="001873F5" w:rsidTr="002E75F9" w14:paraId="17936FBB" wp14:textId="77777777">
        <w:trPr>
          <w:trHeight w:val="397"/>
        </w:trPr>
        <w:tc>
          <w:tcPr>
            <w:tcW w:w="7513" w:type="dxa"/>
          </w:tcPr>
          <w:p w:rsidRPr="000870FB" w:rsidR="001873F5" w:rsidP="002E75F9" w:rsidRDefault="001873F5" w14:paraId="729C9695" wp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870F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0870FB" w:rsidR="001873F5" w:rsidP="002E75F9" w:rsidRDefault="001873F5" w14:paraId="34B5FC1F" wp14:textId="77777777">
            <w:pPr>
              <w:pStyle w:val="Punktygwne"/>
              <w:spacing w:before="0" w:after="0"/>
              <w:ind w:left="488" w:hanging="48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Gawroński, H. (2014). </w:t>
            </w:r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publiczne w polskich samorządach terytorialnych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Elbląg: Wydawnictwo Państwowej Wyższej Szkoły Zawodowej. </w:t>
            </w:r>
          </w:p>
          <w:p w:rsidRPr="000870FB" w:rsidR="001873F5" w:rsidP="002E75F9" w:rsidRDefault="001873F5" w14:paraId="0C6A8F81" wp14:textId="77777777">
            <w:pPr>
              <w:pStyle w:val="Punktygwne"/>
              <w:spacing w:before="0" w:after="0"/>
              <w:ind w:left="488" w:hanging="48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Kulesza M., </w:t>
            </w:r>
            <w:proofErr w:type="spellStart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Sześciło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 (2013). </w:t>
            </w:r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Polityka administracyjna i zarzadzanie publiczne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Lex a </w:t>
            </w:r>
            <w:proofErr w:type="spellStart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Kluwer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business. </w:t>
            </w:r>
          </w:p>
          <w:p w:rsidRPr="000870FB" w:rsidR="001873F5" w:rsidP="002E75F9" w:rsidRDefault="001873F5" w14:paraId="20146155" wp14:textId="77777777">
            <w:pPr>
              <w:pStyle w:val="Punktygwne"/>
              <w:spacing w:before="0" w:after="0"/>
              <w:ind w:left="488" w:hanging="48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Zawadzak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T., </w:t>
            </w:r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w organizacjach sektora publicznego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2017. </w:t>
            </w:r>
          </w:p>
        </w:tc>
      </w:tr>
      <w:tr xmlns:wp14="http://schemas.microsoft.com/office/word/2010/wordml" w:rsidRPr="000870FB" w:rsidR="001873F5" w:rsidTr="002E75F9" w14:paraId="5C331637" wp14:textId="77777777">
        <w:trPr>
          <w:trHeight w:val="397"/>
        </w:trPr>
        <w:tc>
          <w:tcPr>
            <w:tcW w:w="7513" w:type="dxa"/>
          </w:tcPr>
          <w:p w:rsidRPr="000870FB" w:rsidR="001873F5" w:rsidP="002E75F9" w:rsidRDefault="001873F5" w14:paraId="1616B1D9" wp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870F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0870FB" w:rsidR="001873F5" w:rsidP="002E75F9" w:rsidRDefault="001873F5" w14:paraId="57EE5FFA" wp14:textId="77777777">
            <w:pPr>
              <w:pStyle w:val="Punktygwne"/>
              <w:spacing w:before="0" w:after="0"/>
              <w:ind w:left="488" w:hanging="48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Administracja i zarządzanie publiczne. Nauka o współczesnej administracji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D. </w:t>
            </w:r>
            <w:proofErr w:type="spellStart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Sześciło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Stowarzyszenie Absolwentów Wydziału Prawa i Administracji Uniwersytetu Warszawskiego, Warszawa 2014. </w:t>
            </w:r>
          </w:p>
          <w:p w:rsidRPr="000870FB" w:rsidR="001873F5" w:rsidP="002E75F9" w:rsidRDefault="001873F5" w14:paraId="16E9ED0B" wp14:textId="77777777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0870F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Kołomycew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A. (2019).The leadership model and the use of public participation instruments. The case of polish municipalities, </w:t>
            </w:r>
            <w:r w:rsidRPr="000870FB">
              <w:rPr>
                <w:rFonts w:ascii="Corbel" w:hAnsi="Corbel"/>
                <w:b w:val="0"/>
                <w:i/>
                <w:smallCaps w:val="0"/>
                <w:szCs w:val="24"/>
                <w:lang w:val="en-US"/>
              </w:rPr>
              <w:t>Humanities and Social Sciences</w:t>
            </w:r>
            <w:r w:rsidRPr="000870F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26(2), 67-84. </w:t>
            </w:r>
          </w:p>
          <w:p w:rsidRPr="000870FB" w:rsidR="001873F5" w:rsidP="002E75F9" w:rsidRDefault="001873F5" w14:paraId="772ABD92" wp14:textId="77777777">
            <w:pPr>
              <w:pStyle w:val="Punktygwne"/>
              <w:spacing w:before="0" w:after="0"/>
              <w:ind w:left="488" w:hanging="48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lastRenderedPageBreak/>
              <w:t>Neoweberyzm</w:t>
            </w:r>
            <w:proofErr w:type="spellEnd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 w </w:t>
            </w:r>
            <w:proofErr w:type="spellStart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zarządzaniu</w:t>
            </w:r>
            <w:proofErr w:type="spellEnd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publicznym</w:t>
            </w:r>
            <w:proofErr w:type="spellEnd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: od </w:t>
            </w:r>
            <w:proofErr w:type="spellStart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modelu</w:t>
            </w:r>
            <w:proofErr w:type="spellEnd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 do </w:t>
            </w:r>
            <w:proofErr w:type="spellStart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paradygmatu</w:t>
            </w:r>
            <w:proofErr w:type="spellEnd"/>
            <w:r w:rsidRPr="00B409D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red.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S. Mazur, Wydawnictwo Naukowe Scholar, Warszawa 2016. </w:t>
            </w:r>
          </w:p>
          <w:p w:rsidRPr="000870FB" w:rsidR="001873F5" w:rsidP="002E75F9" w:rsidRDefault="001873F5" w14:paraId="04CA6652" wp14:textId="77777777">
            <w:pPr>
              <w:pStyle w:val="Punktygwne"/>
              <w:spacing w:before="0" w:after="0"/>
              <w:ind w:left="488" w:hanging="48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Nowicka-Skowron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M. (2019). </w:t>
            </w:r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Problematyka Nowego Zarządzania Publicznego a funkcjonowanie administracji państwowej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Częstochowa: Wydawnictwo Politechniki Częstochowskiej. </w:t>
            </w:r>
          </w:p>
          <w:p w:rsidRPr="000870FB" w:rsidR="001873F5" w:rsidP="002E75F9" w:rsidRDefault="001873F5" w14:paraId="64790098" wp14:textId="77777777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0870F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Pawłowska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A., </w:t>
            </w:r>
            <w:proofErr w:type="spellStart"/>
            <w:r w:rsidRPr="000870F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Kołomycew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A. (2016). Public management in the polycentric environment - a (not)new research perspective, </w:t>
            </w:r>
            <w:r w:rsidRPr="000870FB">
              <w:rPr>
                <w:rFonts w:ascii="Corbel" w:hAnsi="Corbel"/>
                <w:b w:val="0"/>
                <w:i/>
                <w:smallCaps w:val="0"/>
                <w:szCs w:val="24"/>
                <w:lang w:val="en-US"/>
              </w:rPr>
              <w:t>International Journal of Contemporary Management</w:t>
            </w:r>
            <w:r w:rsidRPr="000870F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15(2), 7-28. </w:t>
            </w:r>
          </w:p>
          <w:p w:rsidRPr="000870FB" w:rsidR="001873F5" w:rsidP="002E75F9" w:rsidRDefault="001873F5" w14:paraId="639FF65A" wp14:textId="77777777">
            <w:pPr>
              <w:pStyle w:val="Punktygwne"/>
              <w:spacing w:before="0" w:after="0"/>
              <w:ind w:left="488" w:hanging="48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B409D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Pollitt, Ch., </w:t>
            </w:r>
            <w:proofErr w:type="spellStart"/>
            <w:r w:rsidRPr="00B409D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Bouchaert</w:t>
            </w:r>
            <w:proofErr w:type="spellEnd"/>
            <w:r w:rsidRPr="00B409D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G. (2011). Public management Reform.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A Comparative Analysis New Public Management, Governance, and Neo-</w:t>
            </w:r>
            <w:proofErr w:type="spellStart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Weberian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State, Third Edition, New York: Oxford University Press.</w:t>
            </w:r>
          </w:p>
          <w:p w:rsidRPr="000870FB" w:rsidR="001873F5" w:rsidP="002E75F9" w:rsidRDefault="001873F5" w14:paraId="37E57A24" wp14:textId="77777777">
            <w:pPr>
              <w:pStyle w:val="Punktygwne"/>
              <w:spacing w:before="0" w:after="0"/>
              <w:ind w:left="488" w:hanging="48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Raczkowski, K. (2015). </w:t>
            </w:r>
            <w:r w:rsidRPr="00D16BD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publiczne. Teoria i praktyka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Naukowe PWN, Warszawa. </w:t>
            </w:r>
          </w:p>
        </w:tc>
      </w:tr>
    </w:tbl>
    <w:p xmlns:wp14="http://schemas.microsoft.com/office/word/2010/wordml" w:rsidRPr="000870FB" w:rsidR="0085747A" w:rsidP="009C54AE" w:rsidRDefault="0085747A" w14:paraId="44E871BC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0870FB" w:rsidR="0085747A" w:rsidP="009C54AE" w:rsidRDefault="0085747A" w14:paraId="144A5D23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D13BA6" w:rsidP="00C16ABF" w:rsidRDefault="00D13BA6" w14:paraId="738610EB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D13BA6" w:rsidP="00C16ABF" w:rsidRDefault="00D13BA6" w14:paraId="637805D2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D13BA6" w:rsidP="00C16ABF" w:rsidRDefault="00D13BA6" w14:paraId="463F29E8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D13BA6" w:rsidP="00C16ABF" w:rsidRDefault="00D13BA6" w14:paraId="3B7B4B86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30395F" w:rsidRDefault="0030395F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70FB"/>
    <w:rsid w:val="0009462C"/>
    <w:rsid w:val="00094B12"/>
    <w:rsid w:val="00096C46"/>
    <w:rsid w:val="000A296F"/>
    <w:rsid w:val="000A2A28"/>
    <w:rsid w:val="000A3CDF"/>
    <w:rsid w:val="000A6F02"/>
    <w:rsid w:val="000B192D"/>
    <w:rsid w:val="000B28EE"/>
    <w:rsid w:val="000B3E37"/>
    <w:rsid w:val="000C1D71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620"/>
    <w:rsid w:val="001873F5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632"/>
    <w:rsid w:val="00274446"/>
    <w:rsid w:val="0027796F"/>
    <w:rsid w:val="00281FF2"/>
    <w:rsid w:val="002857DE"/>
    <w:rsid w:val="00291567"/>
    <w:rsid w:val="002A22BF"/>
    <w:rsid w:val="002A2389"/>
    <w:rsid w:val="002A671D"/>
    <w:rsid w:val="002B2617"/>
    <w:rsid w:val="002B4D55"/>
    <w:rsid w:val="002B5EA0"/>
    <w:rsid w:val="002B6119"/>
    <w:rsid w:val="002C1F06"/>
    <w:rsid w:val="002D3375"/>
    <w:rsid w:val="002D73D4"/>
    <w:rsid w:val="002F02A3"/>
    <w:rsid w:val="002F4ABE"/>
    <w:rsid w:val="002F7D12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3FFF"/>
    <w:rsid w:val="003701E1"/>
    <w:rsid w:val="00397751"/>
    <w:rsid w:val="003A0A5B"/>
    <w:rsid w:val="003A1176"/>
    <w:rsid w:val="003A661B"/>
    <w:rsid w:val="003A6D08"/>
    <w:rsid w:val="003C0BAE"/>
    <w:rsid w:val="003D18A9"/>
    <w:rsid w:val="003D6CE2"/>
    <w:rsid w:val="003E1941"/>
    <w:rsid w:val="003E1D42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33F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6737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B3085"/>
    <w:rsid w:val="005C080F"/>
    <w:rsid w:val="005C55E5"/>
    <w:rsid w:val="005C696A"/>
    <w:rsid w:val="005E4370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496E"/>
    <w:rsid w:val="00696477"/>
    <w:rsid w:val="006D050F"/>
    <w:rsid w:val="006D2D50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55CE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3450"/>
    <w:rsid w:val="008449B3"/>
    <w:rsid w:val="008531CD"/>
    <w:rsid w:val="008552A2"/>
    <w:rsid w:val="0085747A"/>
    <w:rsid w:val="0086015E"/>
    <w:rsid w:val="00870249"/>
    <w:rsid w:val="00880AA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6899"/>
    <w:rsid w:val="00A36C59"/>
    <w:rsid w:val="00A371F6"/>
    <w:rsid w:val="00A43BF6"/>
    <w:rsid w:val="00A53FA5"/>
    <w:rsid w:val="00A54817"/>
    <w:rsid w:val="00A601C8"/>
    <w:rsid w:val="00A60799"/>
    <w:rsid w:val="00A62241"/>
    <w:rsid w:val="00A77CEF"/>
    <w:rsid w:val="00A84C85"/>
    <w:rsid w:val="00A97DE1"/>
    <w:rsid w:val="00AB053C"/>
    <w:rsid w:val="00AD1146"/>
    <w:rsid w:val="00AD27D3"/>
    <w:rsid w:val="00AD66D6"/>
    <w:rsid w:val="00AD7A77"/>
    <w:rsid w:val="00AE1160"/>
    <w:rsid w:val="00AE203C"/>
    <w:rsid w:val="00AE2E74"/>
    <w:rsid w:val="00AE5FCB"/>
    <w:rsid w:val="00AF2C1E"/>
    <w:rsid w:val="00B04F4B"/>
    <w:rsid w:val="00B06142"/>
    <w:rsid w:val="00B135B1"/>
    <w:rsid w:val="00B3130B"/>
    <w:rsid w:val="00B40ADB"/>
    <w:rsid w:val="00B43B77"/>
    <w:rsid w:val="00B43E80"/>
    <w:rsid w:val="00B607DB"/>
    <w:rsid w:val="00B654D7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0CAD"/>
    <w:rsid w:val="00BF2C41"/>
    <w:rsid w:val="00C058B4"/>
    <w:rsid w:val="00C05F44"/>
    <w:rsid w:val="00C131B5"/>
    <w:rsid w:val="00C16ABF"/>
    <w:rsid w:val="00C170AE"/>
    <w:rsid w:val="00C26CB7"/>
    <w:rsid w:val="00C324C1"/>
    <w:rsid w:val="00C33831"/>
    <w:rsid w:val="00C36992"/>
    <w:rsid w:val="00C56036"/>
    <w:rsid w:val="00C61DC5"/>
    <w:rsid w:val="00C65F0F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3BA6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0232"/>
    <w:rsid w:val="00DD359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A49"/>
    <w:rsid w:val="00E51E44"/>
    <w:rsid w:val="00E63348"/>
    <w:rsid w:val="00E742AA"/>
    <w:rsid w:val="00E77E88"/>
    <w:rsid w:val="00E8107D"/>
    <w:rsid w:val="00E960BB"/>
    <w:rsid w:val="00EA2074"/>
    <w:rsid w:val="00EA3593"/>
    <w:rsid w:val="00EA4832"/>
    <w:rsid w:val="00EA4E9D"/>
    <w:rsid w:val="00EC4899"/>
    <w:rsid w:val="00ED03AB"/>
    <w:rsid w:val="00ED32D2"/>
    <w:rsid w:val="00EE0B28"/>
    <w:rsid w:val="00EE32DE"/>
    <w:rsid w:val="00EE5457"/>
    <w:rsid w:val="00F070AB"/>
    <w:rsid w:val="00F17567"/>
    <w:rsid w:val="00F177B2"/>
    <w:rsid w:val="00F27A7B"/>
    <w:rsid w:val="00F526AF"/>
    <w:rsid w:val="00F617C3"/>
    <w:rsid w:val="00F7066B"/>
    <w:rsid w:val="00F75F19"/>
    <w:rsid w:val="00F83B28"/>
    <w:rsid w:val="00F95CDC"/>
    <w:rsid w:val="00F974DA"/>
    <w:rsid w:val="00FA46E5"/>
    <w:rsid w:val="00FB7DBA"/>
    <w:rsid w:val="00FC1C25"/>
    <w:rsid w:val="00FC3F45"/>
    <w:rsid w:val="00FD2D2B"/>
    <w:rsid w:val="00FD503F"/>
    <w:rsid w:val="00FD7589"/>
    <w:rsid w:val="00FF016A"/>
    <w:rsid w:val="00FF1401"/>
    <w:rsid w:val="00FF5E7D"/>
    <w:rsid w:val="176D480C"/>
    <w:rsid w:val="2D2D9F83"/>
    <w:rsid w:val="57EE0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B4070"/>
  <w15:docId w15:val="{6AF4729C-1B1C-4B6E-886E-7E1EB9F8C9D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5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599E60-6719-47D7-B57F-10406F9818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67A5B5-D635-443A-A719-5577168E7CF4}"/>
</file>

<file path=customXml/itemProps3.xml><?xml version="1.0" encoding="utf-8"?>
<ds:datastoreItem xmlns:ds="http://schemas.openxmlformats.org/officeDocument/2006/customXml" ds:itemID="{7DF68309-0318-4D25-BBE7-C94EA13FC3E1}"/>
</file>

<file path=customXml/itemProps4.xml><?xml version="1.0" encoding="utf-8"?>
<ds:datastoreItem xmlns:ds="http://schemas.openxmlformats.org/officeDocument/2006/customXml" ds:itemID="{ADDEBA14-A82B-455A-A444-8B4FAEC6C1A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Cwynar Katarzyna</lastModifiedBy>
  <revision>29</revision>
  <lastPrinted>2019-02-06T12:12:00.0000000Z</lastPrinted>
  <dcterms:created xsi:type="dcterms:W3CDTF">2021-11-06T23:28:00.0000000Z</dcterms:created>
  <dcterms:modified xsi:type="dcterms:W3CDTF">2021-12-07T18:36:40.4702256Z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